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1065CB1E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065D4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65D46" w:rsidRPr="00065D46">
        <w:rPr>
          <w:rFonts w:asciiTheme="majorHAnsi" w:eastAsia="Times New Roman" w:hAnsiTheme="majorHAnsi" w:cs="Times New Roman"/>
          <w:lang w:eastAsia="cs-CZ"/>
        </w:rPr>
        <w:t>2</w:t>
      </w:r>
      <w:r w:rsidR="00DD29C3" w:rsidRPr="00065D4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21F5921C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4F30BD2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D1211F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proofErr w:type="spellStart"/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Zhovtovitel</w:t>
      </w:r>
      <w:proofErr w:type="spellEnd"/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C554B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E2E43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8ACA3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D9CA7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65D4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DF2B7A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C0DA46-6C63-4BB7-B1D7-359F5C8A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2023-05-11T11:31:00Z</dcterms:created>
  <dcterms:modified xsi:type="dcterms:W3CDTF">2023-06-13T08:37:00Z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